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2A7" w:rsidRDefault="006F580F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2A7" w:rsidRDefault="008D72A7">
      <w:pPr>
        <w:rPr>
          <w:sz w:val="2"/>
        </w:rPr>
        <w:sectPr w:rsidR="008D72A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F04693" w:rsidRPr="00732D97" w:rsidRDefault="001D69FA" w:rsidP="00F04693">
      <w:pPr>
        <w:jc w:val="both"/>
        <w:rPr>
          <w:b/>
          <w:spacing w:val="0"/>
          <w:szCs w:val="24"/>
        </w:rPr>
      </w:pPr>
      <w:r>
        <w:rPr>
          <w:b/>
          <w:spacing w:val="0"/>
          <w:szCs w:val="24"/>
        </w:rPr>
        <w:lastRenderedPageBreak/>
        <w:t>JUHATUSE ESIMEES</w:t>
      </w:r>
    </w:p>
    <w:p w:rsidR="00732D97" w:rsidRDefault="00732D97" w:rsidP="00F04693">
      <w:pPr>
        <w:jc w:val="both"/>
        <w:rPr>
          <w:b/>
          <w:spacing w:val="0"/>
          <w:szCs w:val="24"/>
        </w:rPr>
      </w:pPr>
      <w:r w:rsidRPr="00732D97">
        <w:rPr>
          <w:b/>
          <w:spacing w:val="0"/>
          <w:szCs w:val="24"/>
        </w:rPr>
        <w:t>KÄSKKIRI</w:t>
      </w:r>
    </w:p>
    <w:p w:rsidR="001264B2" w:rsidRDefault="001264B2" w:rsidP="00F04693">
      <w:pPr>
        <w:jc w:val="both"/>
        <w:rPr>
          <w:b/>
          <w:spacing w:val="0"/>
          <w:szCs w:val="24"/>
        </w:rPr>
      </w:pPr>
    </w:p>
    <w:p w:rsidR="001264B2" w:rsidRPr="00732D97" w:rsidRDefault="001264B2" w:rsidP="00F04693">
      <w:pPr>
        <w:jc w:val="both"/>
        <w:rPr>
          <w:b/>
          <w:spacing w:val="0"/>
          <w:szCs w:val="24"/>
        </w:rPr>
      </w:pP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 w:rsidR="003F14FE">
        <w:t>29</w:t>
      </w:r>
      <w:r>
        <w:t xml:space="preserve">. </w:t>
      </w:r>
      <w:r w:rsidR="003F14FE">
        <w:t>august</w:t>
      </w:r>
      <w:r w:rsidR="0049688C">
        <w:t xml:space="preserve"> </w:t>
      </w:r>
      <w:r w:rsidR="001D69FA">
        <w:t>201</w:t>
      </w:r>
      <w:r w:rsidR="003F14FE">
        <w:t>9</w:t>
      </w:r>
      <w:r w:rsidR="001D69FA">
        <w:t>. a nr 1-5/</w:t>
      </w:r>
      <w:r w:rsidR="007E72CF">
        <w:t xml:space="preserve"> </w:t>
      </w:r>
      <w:r w:rsidR="00AB123B">
        <w:t>80</w:t>
      </w:r>
      <w:bookmarkStart w:id="0" w:name="_GoBack"/>
      <w:bookmarkEnd w:id="0"/>
    </w:p>
    <w:p w:rsidR="00732D97" w:rsidRDefault="00732D97" w:rsidP="00F04693">
      <w:pPr>
        <w:jc w:val="both"/>
        <w:rPr>
          <w:spacing w:val="0"/>
          <w:szCs w:val="24"/>
        </w:rPr>
      </w:pPr>
    </w:p>
    <w:p w:rsidR="001264B2" w:rsidRDefault="001264B2" w:rsidP="001264B2">
      <w:pPr>
        <w:pStyle w:val="Heading1"/>
        <w:rPr>
          <w:bCs/>
          <w:kern w:val="0"/>
        </w:rPr>
      </w:pPr>
      <w:r>
        <w:rPr>
          <w:bCs/>
          <w:kern w:val="0"/>
        </w:rPr>
        <w:t xml:space="preserve">Ostjatelt laekumata nõudesummade hindamine </w:t>
      </w:r>
    </w:p>
    <w:p w:rsidR="001264B2" w:rsidRDefault="001264B2" w:rsidP="001264B2">
      <w:pPr>
        <w:pStyle w:val="Heading1"/>
        <w:rPr>
          <w:bCs/>
          <w:kern w:val="0"/>
        </w:rPr>
      </w:pPr>
      <w:r>
        <w:rPr>
          <w:bCs/>
          <w:kern w:val="0"/>
        </w:rPr>
        <w:t>raamatupidamisaruannetes</w:t>
      </w:r>
    </w:p>
    <w:p w:rsidR="001264B2" w:rsidRDefault="001264B2" w:rsidP="001264B2"/>
    <w:p w:rsidR="001D69FA" w:rsidRDefault="001D69FA" w:rsidP="001D69FA">
      <w:pPr>
        <w:jc w:val="both"/>
      </w:pPr>
      <w:r>
        <w:t xml:space="preserve">Tulenevalt RMK juhatuse </w:t>
      </w:r>
      <w:r w:rsidR="003F14FE">
        <w:t>29.01.2019</w:t>
      </w:r>
      <w:r>
        <w:t>. a otsusega nr 1-32/</w:t>
      </w:r>
      <w:r w:rsidR="003F14FE">
        <w:t>8</w:t>
      </w:r>
      <w:r>
        <w:t xml:space="preserve"> kinnitatud “Riigimetsa Majandamise Keskuse raamatupidamise sise-eeskirja” punktist 10.2.3.</w:t>
      </w:r>
    </w:p>
    <w:p w:rsidR="001264B2" w:rsidRDefault="001264B2" w:rsidP="001264B2">
      <w:pPr>
        <w:pStyle w:val="BodyText"/>
        <w:jc w:val="left"/>
      </w:pPr>
    </w:p>
    <w:p w:rsidR="001D69FA" w:rsidRDefault="001D69FA" w:rsidP="001D69FA">
      <w:pPr>
        <w:jc w:val="both"/>
      </w:pPr>
      <w:r>
        <w:t xml:space="preserve">1. h i n n a t a RMK raamatupidamisarvestuses seisuga </w:t>
      </w:r>
      <w:r w:rsidR="003F14FE">
        <w:rPr>
          <w:b/>
        </w:rPr>
        <w:t>29</w:t>
      </w:r>
      <w:r>
        <w:rPr>
          <w:b/>
        </w:rPr>
        <w:t>.</w:t>
      </w:r>
      <w:r w:rsidR="003F14FE">
        <w:rPr>
          <w:b/>
        </w:rPr>
        <w:t>08</w:t>
      </w:r>
      <w:r w:rsidRPr="00AB5236">
        <w:rPr>
          <w:b/>
        </w:rPr>
        <w:t>.20</w:t>
      </w:r>
      <w:r>
        <w:rPr>
          <w:b/>
        </w:rPr>
        <w:t>1</w:t>
      </w:r>
      <w:r w:rsidR="003F14FE">
        <w:rPr>
          <w:b/>
        </w:rPr>
        <w:t>9</w:t>
      </w:r>
      <w:r>
        <w:t xml:space="preserve">. </w:t>
      </w:r>
      <w:r w:rsidRPr="00C92B5B">
        <w:rPr>
          <w:b/>
        </w:rPr>
        <w:t>a</w:t>
      </w:r>
      <w:r>
        <w:t xml:space="preserve"> </w:t>
      </w:r>
      <w:r>
        <w:rPr>
          <w:b/>
        </w:rPr>
        <w:t>lootusetuteks</w:t>
      </w:r>
      <w:r w:rsidRPr="00B11044">
        <w:rPr>
          <w:b/>
        </w:rPr>
        <w:t xml:space="preserve"> </w:t>
      </w:r>
      <w:r>
        <w:t xml:space="preserve"> </w:t>
      </w:r>
      <w:r>
        <w:rPr>
          <w:b/>
          <w:bCs/>
        </w:rPr>
        <w:t xml:space="preserve"> nõueteks </w:t>
      </w:r>
      <w:r w:rsidR="003F14FE">
        <w:rPr>
          <w:b/>
          <w:bCs/>
        </w:rPr>
        <w:t xml:space="preserve">Lepatuka talu OÜ </w:t>
      </w:r>
      <w:r w:rsidR="003F14FE" w:rsidRPr="003F14FE">
        <w:rPr>
          <w:bCs/>
        </w:rPr>
        <w:t>nõue</w:t>
      </w:r>
      <w:r w:rsidR="003F14FE">
        <w:rPr>
          <w:b/>
          <w:bCs/>
        </w:rPr>
        <w:t xml:space="preserve"> </w:t>
      </w:r>
      <w:r w:rsidRPr="00C92B5B">
        <w:rPr>
          <w:bCs/>
        </w:rPr>
        <w:t>summas</w:t>
      </w:r>
      <w:r>
        <w:rPr>
          <w:b/>
          <w:bCs/>
        </w:rPr>
        <w:t xml:space="preserve"> </w:t>
      </w:r>
      <w:r w:rsidR="003F14FE">
        <w:rPr>
          <w:b/>
          <w:bCs/>
        </w:rPr>
        <w:t>43,68</w:t>
      </w:r>
      <w:r>
        <w:rPr>
          <w:b/>
          <w:bCs/>
        </w:rPr>
        <w:t xml:space="preserve"> eurot, </w:t>
      </w:r>
      <w:r w:rsidRPr="00B11044">
        <w:rPr>
          <w:bCs/>
        </w:rPr>
        <w:t xml:space="preserve">kuna </w:t>
      </w:r>
      <w:r w:rsidR="003F14FE">
        <w:rPr>
          <w:bCs/>
        </w:rPr>
        <w:t>ettevõte on kustutatud registrist</w:t>
      </w:r>
      <w:r>
        <w:rPr>
          <w:bCs/>
        </w:rPr>
        <w:t xml:space="preserve">, RMK-l ei ole võimalust oma nõudeõigust kaitsta ja meetmete rakendamine võla sissenõudmiseks ei ole võimalik ning kanda bilansist välja järgmised võlgnevused:  </w:t>
      </w:r>
    </w:p>
    <w:p w:rsidR="001264B2" w:rsidRDefault="001264B2" w:rsidP="001264B2">
      <w:pPr>
        <w:pStyle w:val="BodyText"/>
        <w:jc w:val="left"/>
        <w:rPr>
          <w:i w:val="0"/>
        </w:rPr>
      </w:pPr>
    </w:p>
    <w:tbl>
      <w:tblPr>
        <w:tblW w:w="965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2363"/>
        <w:gridCol w:w="1843"/>
        <w:gridCol w:w="1405"/>
        <w:gridCol w:w="1193"/>
        <w:gridCol w:w="1519"/>
      </w:tblGrid>
      <w:tr w:rsidR="001D69FA" w:rsidRPr="00F948DA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Arve nr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Klient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Kliendi kood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Maksetähtaeg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Võla summa</w:t>
            </w: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euro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Struktuuriüksus</w:t>
            </w:r>
          </w:p>
        </w:tc>
      </w:tr>
      <w:tr w:rsidR="001D69FA" w:rsidRPr="00F948DA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3F14FE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278426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49688C" w:rsidRDefault="003F14FE" w:rsidP="003F14FE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Lepatuka talu OÜ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3F14FE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AX0</w:t>
            </w:r>
            <w:r w:rsidR="003F14FE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38531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9FA" w:rsidRPr="00867637" w:rsidRDefault="003F14FE" w:rsidP="003F14FE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01</w:t>
            </w:r>
            <w:r w:rsidR="0049688C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.10.201</w:t>
            </w: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9FA" w:rsidRPr="0049688C" w:rsidRDefault="003F14FE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43,68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0C5CD9" w:rsidRDefault="003F14FE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1707</w:t>
            </w:r>
          </w:p>
        </w:tc>
      </w:tr>
      <w:tr w:rsidR="001D69FA" w:rsidRPr="00F948DA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E10868" w:rsidRDefault="001D69FA" w:rsidP="00AE7A48">
            <w:pP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9FA" w:rsidRDefault="001D69FA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9FA" w:rsidRPr="0049688C" w:rsidRDefault="001D69FA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0C5CD9" w:rsidRDefault="001D69FA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</w:tr>
      <w:tr w:rsidR="001D69FA" w:rsidRPr="00F948DA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Default="001D69FA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49688C" w:rsidRDefault="003F14FE" w:rsidP="00AE7A48">
            <w:pP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Lepatuka talu OÜ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9FA" w:rsidRDefault="001D69FA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9FA" w:rsidRDefault="003F14FE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43,68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Default="001D69FA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</w:tr>
      <w:tr w:rsidR="001D69FA" w:rsidRPr="008206BE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KOKKU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9FA" w:rsidRPr="00867637" w:rsidRDefault="003F14FE" w:rsidP="00AE7A48">
            <w:pPr>
              <w:jc w:val="right"/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43,68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</w:tr>
    </w:tbl>
    <w:p w:rsidR="001D69FA" w:rsidRDefault="001D69FA" w:rsidP="001264B2">
      <w:pPr>
        <w:pStyle w:val="BodyText"/>
        <w:jc w:val="left"/>
        <w:rPr>
          <w:i w:val="0"/>
        </w:rPr>
      </w:pP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  <w:r>
        <w:t>Aigar Kallas</w:t>
      </w:r>
    </w:p>
    <w:p w:rsidR="001D69FA" w:rsidRDefault="001D69FA" w:rsidP="001D69FA">
      <w:r>
        <w:t>Juhatuse esimees</w:t>
      </w: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</w:p>
    <w:p w:rsidR="001D69FA" w:rsidRDefault="001D69FA" w:rsidP="001D69FA">
      <w:r>
        <w:t xml:space="preserve">Jaotuskava: </w:t>
      </w:r>
      <w:r w:rsidR="00A17574">
        <w:t>raamatupidamis</w:t>
      </w:r>
      <w:r w:rsidR="003F14FE">
        <w:t>osa</w:t>
      </w:r>
      <w:r>
        <w:t xml:space="preserve">kond, </w:t>
      </w:r>
      <w:r w:rsidR="003F14FE">
        <w:t>Metsaosakond</w:t>
      </w:r>
      <w:r w:rsidR="00A17574">
        <w:t xml:space="preserve"> ja </w:t>
      </w:r>
      <w:r>
        <w:t xml:space="preserve"> siseaudititalitus</w:t>
      </w:r>
    </w:p>
    <w:p w:rsidR="001D69FA" w:rsidRDefault="001D69FA" w:rsidP="001D69FA"/>
    <w:p w:rsidR="001D69FA" w:rsidRDefault="001D69FA" w:rsidP="001D69FA"/>
    <w:p w:rsidR="001D69FA" w:rsidRDefault="001D69FA" w:rsidP="001D69FA">
      <w:r>
        <w:t>Merike Eier</w:t>
      </w:r>
    </w:p>
    <w:p w:rsidR="001D69FA" w:rsidRDefault="001D69FA" w:rsidP="001D69FA">
      <w:r>
        <w:t>Pearaamatupidaja</w:t>
      </w:r>
    </w:p>
    <w:p w:rsidR="001D69FA" w:rsidRPr="001D69FA" w:rsidRDefault="003F14FE" w:rsidP="001D69FA">
      <w:pPr>
        <w:rPr>
          <w:i/>
        </w:rPr>
      </w:pPr>
      <w:r>
        <w:t>29</w:t>
      </w:r>
      <w:r w:rsidR="001D69FA">
        <w:t xml:space="preserve">. </w:t>
      </w:r>
      <w:r>
        <w:t>august</w:t>
      </w:r>
      <w:r w:rsidR="001D69FA">
        <w:t xml:space="preserve"> 201</w:t>
      </w:r>
      <w:r>
        <w:t>9</w:t>
      </w:r>
      <w:r w:rsidR="001D69FA">
        <w:t>. a</w:t>
      </w:r>
    </w:p>
    <w:sectPr w:rsidR="001D69FA" w:rsidRPr="001D69FA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D1F" w:rsidRDefault="002B7D1F">
      <w:r>
        <w:separator/>
      </w:r>
    </w:p>
  </w:endnote>
  <w:endnote w:type="continuationSeparator" w:id="0">
    <w:p w:rsidR="002B7D1F" w:rsidRDefault="002B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D1F" w:rsidRDefault="002B7D1F">
      <w:r>
        <w:separator/>
      </w:r>
    </w:p>
  </w:footnote>
  <w:footnote w:type="continuationSeparator" w:id="0">
    <w:p w:rsidR="002B7D1F" w:rsidRDefault="002B7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1D69FA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0F"/>
    <w:rsid w:val="0008789F"/>
    <w:rsid w:val="001264B2"/>
    <w:rsid w:val="001C5601"/>
    <w:rsid w:val="001D69FA"/>
    <w:rsid w:val="002B7D1F"/>
    <w:rsid w:val="003C7D50"/>
    <w:rsid w:val="003F14FE"/>
    <w:rsid w:val="0049688C"/>
    <w:rsid w:val="006F580F"/>
    <w:rsid w:val="00732D97"/>
    <w:rsid w:val="007E72CF"/>
    <w:rsid w:val="008D72A7"/>
    <w:rsid w:val="0093392F"/>
    <w:rsid w:val="00983177"/>
    <w:rsid w:val="009A44D5"/>
    <w:rsid w:val="00A17574"/>
    <w:rsid w:val="00AB123B"/>
    <w:rsid w:val="00AC4C5F"/>
    <w:rsid w:val="00C424B5"/>
    <w:rsid w:val="00C83303"/>
    <w:rsid w:val="00E7428D"/>
    <w:rsid w:val="00F04693"/>
    <w:rsid w:val="00F0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D9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rsid w:val="00F04693"/>
    <w:rPr>
      <w:i/>
      <w:i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PlainTextChar">
    <w:name w:val="Plain Text Char"/>
    <w:basedOn w:val="DefaultParagraphFont"/>
    <w:link w:val="PlainText"/>
    <w:rsid w:val="00F04693"/>
    <w:rPr>
      <w:rFonts w:ascii="Courier New" w:hAnsi="Courier New" w:cs="Courier New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D97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D9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rsid w:val="00F04693"/>
    <w:rPr>
      <w:i/>
      <w:i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PlainTextChar">
    <w:name w:val="Plain Text Char"/>
    <w:basedOn w:val="DefaultParagraphFont"/>
    <w:link w:val="PlainText"/>
    <w:rsid w:val="00F04693"/>
    <w:rPr>
      <w:rFonts w:ascii="Courier New" w:hAnsi="Courier New" w:cs="Courier New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D97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ED6E809.dotm</Template>
  <TotalTime>1</TotalTime>
  <Pages>1</Pages>
  <Words>119</Words>
  <Characters>848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966</CharactersWithSpaces>
  <SharedDoc>false</SharedDoc>
  <HLinks>
    <vt:vector size="6" baseType="variant">
      <vt:variant>
        <vt:i4>1179736</vt:i4>
      </vt:variant>
      <vt:variant>
        <vt:i4>1024</vt:i4>
      </vt:variant>
      <vt:variant>
        <vt:i4>1025</vt:i4>
      </vt:variant>
      <vt:variant>
        <vt:i4>1</vt:i4>
      </vt:variant>
      <vt:variant>
        <vt:lpwstr>G:\Dropbox\MK@DF\KLIENT\RMK dokumendimallid\Muu\tykid\RMK_logo_v.gif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4.0, 05.2013</dc:description>
  <cp:lastModifiedBy>Merike Eier</cp:lastModifiedBy>
  <cp:revision>2</cp:revision>
  <cp:lastPrinted>2003-07-14T18:24:00Z</cp:lastPrinted>
  <dcterms:created xsi:type="dcterms:W3CDTF">2019-08-29T05:20:00Z</dcterms:created>
  <dcterms:modified xsi:type="dcterms:W3CDTF">2019-08-29T05:20:00Z</dcterms:modified>
</cp:coreProperties>
</file>